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A598A36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080B3B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436CA42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208C9" w:rsidRPr="00222D6B">
        <w:rPr>
          <w:rFonts w:cstheme="minorHAnsi"/>
          <w:noProof/>
          <w:szCs w:val="18"/>
          <w:lang w:eastAsia="pl-PL"/>
        </w:rPr>
        <w:t>POST/DYS/OW/GZ/04287/2025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208C9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745D220C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208C9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B673011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8208C9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E1E375B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208C9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8208C9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0D3FF6C3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8208C9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8208C9" w:rsidRPr="00222D6B">
        <w:rPr>
          <w:rFonts w:cstheme="minorHAnsi"/>
          <w:b/>
          <w:noProof/>
        </w:rPr>
        <w:t>POST/DYS/OW/GZ/04287/2025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17683E49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208C9" w:rsidRPr="00222D6B">
        <w:rPr>
          <w:rFonts w:cstheme="minorHAnsi"/>
          <w:noProof/>
          <w:lang w:eastAsia="pl-PL"/>
        </w:rPr>
        <w:t>POST/DYS/OW/GZ/04287/2025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208C9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0534136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208C9" w:rsidRPr="00222D6B">
        <w:rPr>
          <w:rFonts w:cstheme="minorHAnsi"/>
          <w:noProof/>
          <w:lang w:eastAsia="pl-PL"/>
        </w:rPr>
        <w:t>POST/DYS/OW/GZ/04287/2025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208C9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4DD9216D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8208C9" w:rsidRPr="00222D6B">
        <w:rPr>
          <w:rFonts w:cstheme="minorHAnsi"/>
          <w:noProof/>
          <w:lang w:eastAsia="pl-PL"/>
        </w:rPr>
        <w:t>POST/DYS/OW/GZ/04287/2025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8208C9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39E4E7D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208C9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R38: Miasto i Gmina Pilawa, Gmina Wilga, Gmina Osieck oraz Gmina Sobienie Jeziory (do granicy z PE Otwock)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7173A5D2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208C9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POST/DYS/OW/GZ/04287/2025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80B3B"/>
    <w:rsid w:val="0009045E"/>
    <w:rsid w:val="00094799"/>
    <w:rsid w:val="00094EB9"/>
    <w:rsid w:val="00096510"/>
    <w:rsid w:val="000974B1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D0675"/>
    <w:rsid w:val="007D1209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B503C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5FEE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4287_zał nr 4, 6, 7, 8, 11 do SWZ.docx</dmsv2BaseFileName>
    <dmsv2BaseDisplayName xmlns="http://schemas.microsoft.com/sharepoint/v3">4287_zał nr 4, 6, 7, 8, 11 do SWZ</dmsv2BaseDisplayName>
    <dmsv2SWPP2ObjectNumber xmlns="http://schemas.microsoft.com/sharepoint/v3">POST/DYS/OW/GZ/04287/2025                         </dmsv2SWPP2ObjectNumber>
    <dmsv2SWPP2SumMD5 xmlns="http://schemas.microsoft.com/sharepoint/v3">71e6486de05b39444cec509c63641aa7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700197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23868208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DPFVW34YURAE-834641568-16480</_dlc_DocId>
    <_dlc_DocIdUrl xmlns="a19cb1c7-c5c7-46d4-85ae-d83685407bba">
      <Url>https://swpp2.dms.gkpge.pl/sites/40/_layouts/15/DocIdRedir.aspx?ID=DPFVW34YURAE-834641568-16480</Url>
      <Description>DPFVW34YURAE-834641568-16480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2A52FAA-89DF-4477-94D3-3383E95DC52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ACEE128-51F8-4E57-9CF8-699132EE0C2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5275</Words>
  <Characters>31655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2025-11-27T19:43:00Z</dcterms:created>
  <dcterms:modified xsi:type="dcterms:W3CDTF">2025-11-27T20:45:00Z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43e37b58-b439-4cf1-8bd0-9a7ad7c3272d</vt:lpwstr>
  </property>
</Properties>
</file>